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C8" w:rsidRDefault="00E17D0D" w:rsidP="00F31DC8">
      <w:pPr>
        <w:tabs>
          <w:tab w:val="left" w:pos="619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7406640</wp:posOffset>
                </wp:positionH>
                <wp:positionV relativeFrom="margin">
                  <wp:posOffset>6217920</wp:posOffset>
                </wp:positionV>
                <wp:extent cx="1280795" cy="640715"/>
                <wp:effectExtent l="15240" t="17145" r="18415" b="18415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79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31DC8" w:rsidRDefault="00F31DC8">
                            <w:pPr>
                              <w:pStyle w:val="BoxesHeading1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2013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83.2pt;margin-top:489.6pt;width:100.85pt;height:50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" strokeweight="2pt">
                <v:textbox inset="5pt,5pt,5pt,5pt">
                  <w:txbxContent>
                    <w:p w:rsidR="00F31DC8" w:rsidRDefault="00F31DC8">
                      <w:pPr>
                        <w:pStyle w:val="BoxesHeading1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2013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91440</wp:posOffset>
                </wp:positionH>
                <wp:positionV relativeFrom="margin">
                  <wp:posOffset>365760</wp:posOffset>
                </wp:positionV>
                <wp:extent cx="8961755" cy="6217920"/>
                <wp:effectExtent l="0" t="381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61755" cy="621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90"/>
                              <w:gridCol w:w="2880"/>
                              <w:gridCol w:w="2790"/>
                              <w:gridCol w:w="2700"/>
                              <w:gridCol w:w="2340"/>
                              <w:gridCol w:w="1260"/>
                              <w:gridCol w:w="1168"/>
                            </w:tblGrid>
                            <w:tr w:rsidR="00F31DC8" w:rsidTr="00F31DC8">
                              <w:trPr>
                                <w:trHeight w:val="720"/>
                              </w:trPr>
                              <w:tc>
                                <w:tcPr>
                                  <w:tcW w:w="990" w:type="dxa"/>
                                </w:tcPr>
                                <w:p w:rsidR="00F31DC8" w:rsidRPr="00F31DC8" w:rsidRDefault="00F31DC8" w:rsidP="00CC7917">
                                  <w:pPr>
                                    <w:pStyle w:val="BoxesHeading2"/>
                                  </w:pPr>
                                  <w:r w:rsidRPr="00F31DC8">
                                    <w:t>Sun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</w:tcPr>
                                <w:p w:rsidR="00F31DC8" w:rsidRPr="00F31DC8" w:rsidRDefault="00F31DC8" w:rsidP="00CC7917">
                                  <w:pPr>
                                    <w:pStyle w:val="BoxesHeading2"/>
                                  </w:pPr>
                                  <w:r w:rsidRPr="00F31DC8">
                                    <w:t>Mon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:rsidR="00F31DC8" w:rsidRPr="00F31DC8" w:rsidRDefault="00F31DC8" w:rsidP="00CC7917">
                                  <w:pPr>
                                    <w:pStyle w:val="BoxesHeading2"/>
                                  </w:pPr>
                                  <w:r w:rsidRPr="00F31DC8">
                                    <w:t>Tue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</w:tcPr>
                                <w:p w:rsidR="00F31DC8" w:rsidRPr="00F31DC8" w:rsidRDefault="00F31DC8" w:rsidP="00CC7917">
                                  <w:pPr>
                                    <w:pStyle w:val="BoxesHeading2"/>
                                  </w:pPr>
                                  <w:r w:rsidRPr="00F31DC8">
                                    <w:t>Wed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F31DC8" w:rsidRPr="00F31DC8" w:rsidRDefault="00F31DC8" w:rsidP="00CC7917">
                                  <w:pPr>
                                    <w:pStyle w:val="BoxesHeading2"/>
                                  </w:pPr>
                                  <w:r w:rsidRPr="00F31DC8">
                                    <w:t>Thu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F31DC8" w:rsidRPr="00F31DC8" w:rsidRDefault="00F31DC8" w:rsidP="00CC7917">
                                  <w:pPr>
                                    <w:pStyle w:val="BoxesHeading2"/>
                                  </w:pPr>
                                  <w:r w:rsidRPr="00F31DC8">
                                    <w:t>Fri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:rsidR="00F31DC8" w:rsidRDefault="00F31DC8" w:rsidP="00CC7917">
                                  <w:pPr>
                                    <w:pStyle w:val="BoxesHeading2"/>
                                  </w:pPr>
                                  <w:r w:rsidRPr="00F31DC8">
                                    <w:t>Sat</w:t>
                                  </w:r>
                                </w:p>
                              </w:tc>
                            </w:tr>
                            <w:tr w:rsidR="00F31DC8" w:rsidRPr="00F31DC8" w:rsidTr="00F31DC8">
                              <w:trPr>
                                <w:trHeight w:val="1420"/>
                              </w:trPr>
                              <w:tc>
                                <w:tcPr>
                                  <w:tcW w:w="99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F31DC8" w:rsidRPr="00F31DC8" w:rsidTr="00F31DC8">
                              <w:trPr>
                                <w:trHeight w:val="1420"/>
                              </w:trPr>
                              <w:tc>
                                <w:tcPr>
                                  <w:tcW w:w="99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F31DC8" w:rsidRPr="00F31DC8" w:rsidTr="00F31DC8">
                              <w:trPr>
                                <w:trHeight w:val="1420"/>
                              </w:trPr>
                              <w:tc>
                                <w:tcPr>
                                  <w:tcW w:w="99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:rsid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17</w:t>
                                  </w:r>
                                </w:p>
                                <w:p w:rsidR="00F31DC8" w:rsidRDefault="00F31DC8" w:rsidP="00F31DC8">
                                  <w:r>
                                    <w:t>Chapter 6- Quiz</w:t>
                                  </w:r>
                                </w:p>
                                <w:p w:rsidR="00F31DC8" w:rsidRDefault="00F31DC8" w:rsidP="00F31DC8">
                                  <w:r>
                                    <w:t>Introductory Topic Due</w:t>
                                  </w:r>
                                </w:p>
                                <w:p w:rsidR="00F31DC8" w:rsidRPr="00F31DC8" w:rsidRDefault="00F31DC8" w:rsidP="00F31DC8">
                                  <w:r>
                                    <w:t>Thesis Statements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</w:tcPr>
                                <w:p w:rsid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</w:p>
                                <w:p w:rsidR="00F31DC8" w:rsidRDefault="00F31DC8" w:rsidP="00F31DC8">
                                  <w:r>
                                    <w:t>Chapter 5: Audience Analysis</w:t>
                                  </w:r>
                                </w:p>
                                <w:p w:rsidR="00F31DC8" w:rsidRPr="00F31DC8" w:rsidRDefault="00F31DC8" w:rsidP="00F31DC8">
                                  <w:r>
                                    <w:t>Complete Chart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19</w:t>
                                  </w:r>
                                </w:p>
                                <w:p w:rsidR="00F31DC8" w:rsidRDefault="00F31DC8" w:rsidP="00F31DC8">
                                  <w:r>
                                    <w:t>Open House: 6 p.m.</w:t>
                                  </w:r>
                                </w:p>
                                <w:p w:rsidR="00F31DC8" w:rsidRPr="00F31DC8" w:rsidRDefault="00F31DC8" w:rsidP="00F31DC8">
                                  <w:r>
                                    <w:t>Chapter 8- Quiz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  <w:p w:rsidR="00F31DC8" w:rsidRDefault="00F31DC8" w:rsidP="00F31DC8">
                                  <w:r>
                                    <w:t>½ Day:</w:t>
                                  </w:r>
                                </w:p>
                                <w:p w:rsidR="00F31DC8" w:rsidRPr="00F31DC8" w:rsidRDefault="00F31DC8" w:rsidP="00F31DC8">
                                  <w:r>
                                    <w:t>B, A, D, G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F31DC8" w:rsidRPr="00F31DC8" w:rsidTr="00F31DC8">
                              <w:trPr>
                                <w:trHeight w:val="1420"/>
                              </w:trPr>
                              <w:tc>
                                <w:tcPr>
                                  <w:tcW w:w="99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</w:tcPr>
                                <w:p w:rsid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23</w:t>
                                  </w:r>
                                </w:p>
                                <w:p w:rsidR="00037C3D" w:rsidRDefault="00037C3D" w:rsidP="00054A86">
                                  <w:r>
                                    <w:t>Chapters 9</w:t>
                                  </w:r>
                                  <w:r w:rsidR="00054A86">
                                    <w:t xml:space="preserve"> </w:t>
                                  </w:r>
                                  <w:r>
                                    <w:t>Notes</w:t>
                                  </w:r>
                                </w:p>
                                <w:p w:rsidR="00054A86" w:rsidRDefault="00054A86" w:rsidP="00054A86">
                                  <w:r>
                                    <w:t>Organizing supporting information</w:t>
                                  </w:r>
                                </w:p>
                                <w:p w:rsidR="00054A86" w:rsidRDefault="00054A86" w:rsidP="00054A86">
                                  <w:r>
                                    <w:t>Thesis Work</w:t>
                                  </w:r>
                                </w:p>
                                <w:p w:rsidR="00054A86" w:rsidRPr="00037C3D" w:rsidRDefault="00054A86" w:rsidP="00054A86"/>
                              </w:tc>
                              <w:tc>
                                <w:tcPr>
                                  <w:tcW w:w="2790" w:type="dxa"/>
                                </w:tcPr>
                                <w:p w:rsid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  <w:p w:rsidR="00054A86" w:rsidRDefault="00054A86" w:rsidP="00037C3D">
                                  <w:r>
                                    <w:t>Organizing Supporting information</w:t>
                                  </w:r>
                                </w:p>
                                <w:p w:rsidR="00037C3D" w:rsidRPr="00037C3D" w:rsidRDefault="00054A86" w:rsidP="00037C3D">
                                  <w:r>
                                    <w:t>T</w:t>
                                  </w:r>
                                  <w:bookmarkStart w:id="0" w:name="_GoBack"/>
                                  <w:bookmarkEnd w:id="0"/>
                                  <w:r>
                                    <w:t>hesis work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</w:tcPr>
                                <w:p w:rsid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25</w:t>
                                  </w:r>
                                </w:p>
                                <w:p w:rsidR="00037C3D" w:rsidRPr="00F31DC8" w:rsidRDefault="00054A86" w:rsidP="00F31DC8">
                                  <w:r>
                                    <w:t>Chapter 10 Notes Due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26</w:t>
                                  </w:r>
                                </w:p>
                                <w:p w:rsidR="00037C3D" w:rsidRPr="00037C3D" w:rsidRDefault="00054A86" w:rsidP="00037C3D">
                                  <w:r>
                                    <w:t>Work on writing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28</w:t>
                                  </w:r>
                                </w:p>
                              </w:tc>
                            </w:tr>
                            <w:tr w:rsidR="00F31DC8" w:rsidRPr="00F31DC8" w:rsidTr="00F31DC8">
                              <w:trPr>
                                <w:trHeight w:val="1420"/>
                              </w:trPr>
                              <w:tc>
                                <w:tcPr>
                                  <w:tcW w:w="99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</w:tcPr>
                                <w:p w:rsid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31DC8">
                                    <w:rPr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</w:p>
                                <w:p w:rsidR="00054A86" w:rsidRDefault="00054A86" w:rsidP="00054A86">
                                  <w:r>
                                    <w:t>Getting Started: Intro. Speech notes Due</w:t>
                                  </w:r>
                                </w:p>
                                <w:p w:rsidR="00F31DC8" w:rsidRPr="00F31DC8" w:rsidRDefault="00054A86" w:rsidP="00054A86">
                                  <w:r>
                                    <w:t>Class time to writes speeches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:rsid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  <w:p w:rsidR="00054A86" w:rsidRDefault="00054A86" w:rsidP="00054A86">
                                  <w:r>
                                    <w:t>Introductory Outline Due</w:t>
                                  </w:r>
                                </w:p>
                                <w:p w:rsidR="00037C3D" w:rsidRPr="00037C3D" w:rsidRDefault="00054A86" w:rsidP="00054A86">
                                  <w:r>
                                    <w:t>Peer edit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</w:tcPr>
                                <w:p w:rsid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054A86" w:rsidRDefault="00054A86" w:rsidP="00054A86">
                                  <w:r>
                                    <w:t>Chapter 4- Quiz</w:t>
                                  </w:r>
                                </w:p>
                                <w:p w:rsidR="00037C3D" w:rsidRPr="00037C3D" w:rsidRDefault="00054A86" w:rsidP="00054A86">
                                  <w:r>
                                    <w:t>Discussion of Peer-critiques, self-reflections, speech day policies and procedures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  <w:p w:rsidR="00037C3D" w:rsidRPr="00037C3D" w:rsidRDefault="00054A86" w:rsidP="00054A86">
                                  <w:r>
                                    <w:t>Last day to ask questions, practice speech, make edits, etc.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:rsidR="00F31DC8" w:rsidRPr="00F31DC8" w:rsidRDefault="00F31DC8" w:rsidP="00F31DC8">
                                  <w:pPr>
                                    <w:pStyle w:val="Boxes11"/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F31DC8" w:rsidTr="00F31DC8">
                              <w:trPr>
                                <w:trHeight w:val="1420"/>
                              </w:trPr>
                              <w:tc>
                                <w:tcPr>
                                  <w:tcW w:w="990" w:type="dxa"/>
                                </w:tcPr>
                                <w:p w:rsidR="00F31DC8" w:rsidRPr="00F31DC8" w:rsidRDefault="00F31DC8" w:rsidP="00F92592">
                                  <w:pPr>
                                    <w:pStyle w:val="Boxes11"/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</w:tcPr>
                                <w:p w:rsidR="00F31DC8" w:rsidRPr="00F31DC8" w:rsidRDefault="00F31DC8" w:rsidP="00F92592">
                                  <w:pPr>
                                    <w:pStyle w:val="Boxes11"/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:rsidR="00F31DC8" w:rsidRPr="00F31DC8" w:rsidRDefault="00F31DC8" w:rsidP="00F92592">
                                  <w:pPr>
                                    <w:pStyle w:val="Boxes11"/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</w:tcPr>
                                <w:p w:rsidR="00F31DC8" w:rsidRPr="00F31DC8" w:rsidRDefault="00F31DC8" w:rsidP="00F92592">
                                  <w:pPr>
                                    <w:pStyle w:val="Boxes11"/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F31DC8" w:rsidRPr="00F31DC8" w:rsidRDefault="00F31DC8" w:rsidP="00F92592">
                                  <w:pPr>
                                    <w:pStyle w:val="Boxes11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F31DC8" w:rsidRPr="00F31DC8" w:rsidRDefault="00F31DC8" w:rsidP="00F92592">
                                  <w:pPr>
                                    <w:pStyle w:val="Boxes11"/>
                                  </w:pP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:rsidR="00F31DC8" w:rsidRDefault="00F31DC8" w:rsidP="00F92592">
                                  <w:pPr>
                                    <w:pStyle w:val="Boxes11"/>
                                  </w:pPr>
                                </w:p>
                              </w:tc>
                            </w:tr>
                          </w:tbl>
                          <w:p w:rsidR="00F31DC8" w:rsidRDefault="00F31DC8" w:rsidP="00F31DC8">
                            <w:pPr>
                              <w:pStyle w:val="Boxes1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7.2pt;margin-top:28.8pt;width:705.65pt;height:489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" filled="f" stroked="f"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90"/>
                        <w:gridCol w:w="2880"/>
                        <w:gridCol w:w="2790"/>
                        <w:gridCol w:w="2700"/>
                        <w:gridCol w:w="2340"/>
                        <w:gridCol w:w="1260"/>
                        <w:gridCol w:w="1168"/>
                      </w:tblGrid>
                      <w:tr w:rsidR="00F31DC8" w:rsidTr="00F31DC8">
                        <w:trPr>
                          <w:trHeight w:val="720"/>
                        </w:trPr>
                        <w:tc>
                          <w:tcPr>
                            <w:tcW w:w="990" w:type="dxa"/>
                          </w:tcPr>
                          <w:p w:rsidR="00F31DC8" w:rsidRPr="00F31DC8" w:rsidRDefault="00F31DC8" w:rsidP="00CC7917">
                            <w:pPr>
                              <w:pStyle w:val="BoxesHeading2"/>
                            </w:pPr>
                            <w:r w:rsidRPr="00F31DC8">
                              <w:t>Sun</w:t>
                            </w:r>
                          </w:p>
                        </w:tc>
                        <w:tc>
                          <w:tcPr>
                            <w:tcW w:w="2880" w:type="dxa"/>
                          </w:tcPr>
                          <w:p w:rsidR="00F31DC8" w:rsidRPr="00F31DC8" w:rsidRDefault="00F31DC8" w:rsidP="00CC7917">
                            <w:pPr>
                              <w:pStyle w:val="BoxesHeading2"/>
                            </w:pPr>
                            <w:r w:rsidRPr="00F31DC8">
                              <w:t>Mon</w:t>
                            </w:r>
                          </w:p>
                        </w:tc>
                        <w:tc>
                          <w:tcPr>
                            <w:tcW w:w="2790" w:type="dxa"/>
                          </w:tcPr>
                          <w:p w:rsidR="00F31DC8" w:rsidRPr="00F31DC8" w:rsidRDefault="00F31DC8" w:rsidP="00CC7917">
                            <w:pPr>
                              <w:pStyle w:val="BoxesHeading2"/>
                            </w:pPr>
                            <w:r w:rsidRPr="00F31DC8">
                              <w:t>Tue</w:t>
                            </w:r>
                          </w:p>
                        </w:tc>
                        <w:tc>
                          <w:tcPr>
                            <w:tcW w:w="2700" w:type="dxa"/>
                          </w:tcPr>
                          <w:p w:rsidR="00F31DC8" w:rsidRPr="00F31DC8" w:rsidRDefault="00F31DC8" w:rsidP="00CC7917">
                            <w:pPr>
                              <w:pStyle w:val="BoxesHeading2"/>
                            </w:pPr>
                            <w:r w:rsidRPr="00F31DC8">
                              <w:t>Wed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F31DC8" w:rsidRPr="00F31DC8" w:rsidRDefault="00F31DC8" w:rsidP="00CC7917">
                            <w:pPr>
                              <w:pStyle w:val="BoxesHeading2"/>
                            </w:pPr>
                            <w:r w:rsidRPr="00F31DC8">
                              <w:t>Thu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F31DC8" w:rsidRPr="00F31DC8" w:rsidRDefault="00F31DC8" w:rsidP="00CC7917">
                            <w:pPr>
                              <w:pStyle w:val="BoxesHeading2"/>
                            </w:pPr>
                            <w:r w:rsidRPr="00F31DC8">
                              <w:t>Fri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:rsidR="00F31DC8" w:rsidRDefault="00F31DC8" w:rsidP="00CC7917">
                            <w:pPr>
                              <w:pStyle w:val="BoxesHeading2"/>
                            </w:pPr>
                            <w:r w:rsidRPr="00F31DC8">
                              <w:t>Sat</w:t>
                            </w:r>
                          </w:p>
                        </w:tc>
                      </w:tr>
                      <w:tr w:rsidR="00F31DC8" w:rsidRPr="00F31DC8" w:rsidTr="00F31DC8">
                        <w:trPr>
                          <w:trHeight w:val="1420"/>
                        </w:trPr>
                        <w:tc>
                          <w:tcPr>
                            <w:tcW w:w="99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8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9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0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F31DC8" w:rsidRPr="00F31DC8" w:rsidTr="00F31DC8">
                        <w:trPr>
                          <w:trHeight w:val="1420"/>
                        </w:trPr>
                        <w:tc>
                          <w:tcPr>
                            <w:tcW w:w="99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88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79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70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c>
                      </w:tr>
                      <w:tr w:rsidR="00F31DC8" w:rsidRPr="00F31DC8" w:rsidTr="00F31DC8">
                        <w:trPr>
                          <w:trHeight w:val="1420"/>
                        </w:trPr>
                        <w:tc>
                          <w:tcPr>
                            <w:tcW w:w="99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88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790" w:type="dxa"/>
                          </w:tcPr>
                          <w:p w:rsid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  <w:p w:rsidR="00F31DC8" w:rsidRDefault="00F31DC8" w:rsidP="00F31DC8">
                            <w:r>
                              <w:t>Chapter 6- Quiz</w:t>
                            </w:r>
                          </w:p>
                          <w:p w:rsidR="00F31DC8" w:rsidRDefault="00F31DC8" w:rsidP="00F31DC8">
                            <w:r>
                              <w:t>Introductory Topic Due</w:t>
                            </w:r>
                          </w:p>
                          <w:p w:rsidR="00F31DC8" w:rsidRPr="00F31DC8" w:rsidRDefault="00F31DC8" w:rsidP="00F31DC8">
                            <w:r>
                              <w:t>Thesis Statements</w:t>
                            </w:r>
                          </w:p>
                        </w:tc>
                        <w:tc>
                          <w:tcPr>
                            <w:tcW w:w="2700" w:type="dxa"/>
                          </w:tcPr>
                          <w:p w:rsid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18</w:t>
                            </w:r>
                          </w:p>
                          <w:p w:rsidR="00F31DC8" w:rsidRDefault="00F31DC8" w:rsidP="00F31DC8">
                            <w:r>
                              <w:t>Chapter 5: Audience Analysis</w:t>
                            </w:r>
                          </w:p>
                          <w:p w:rsidR="00F31DC8" w:rsidRPr="00F31DC8" w:rsidRDefault="00F31DC8" w:rsidP="00F31DC8">
                            <w:r>
                              <w:t>Complete Chart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19</w:t>
                            </w:r>
                          </w:p>
                          <w:p w:rsidR="00F31DC8" w:rsidRDefault="00F31DC8" w:rsidP="00F31DC8">
                            <w:r>
                              <w:t>Open House: 6 p.m.</w:t>
                            </w:r>
                          </w:p>
                          <w:p w:rsidR="00F31DC8" w:rsidRPr="00F31DC8" w:rsidRDefault="00F31DC8" w:rsidP="00F31DC8">
                            <w:r>
                              <w:t>Chapter 8- Quiz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  <w:p w:rsidR="00F31DC8" w:rsidRDefault="00F31DC8" w:rsidP="00F31DC8">
                            <w:r>
                              <w:t>½ Day:</w:t>
                            </w:r>
                          </w:p>
                          <w:p w:rsidR="00F31DC8" w:rsidRPr="00F31DC8" w:rsidRDefault="00F31DC8" w:rsidP="00F31DC8">
                            <w:r>
                              <w:t>B, A, D, G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c>
                      </w:tr>
                      <w:tr w:rsidR="00F31DC8" w:rsidRPr="00F31DC8" w:rsidTr="00F31DC8">
                        <w:trPr>
                          <w:trHeight w:val="1420"/>
                        </w:trPr>
                        <w:tc>
                          <w:tcPr>
                            <w:tcW w:w="99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880" w:type="dxa"/>
                          </w:tcPr>
                          <w:p w:rsid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23</w:t>
                            </w:r>
                          </w:p>
                          <w:p w:rsidR="00037C3D" w:rsidRDefault="00037C3D" w:rsidP="00054A86">
                            <w:r>
                              <w:t>Chapters 9</w:t>
                            </w:r>
                            <w:r w:rsidR="00054A86">
                              <w:t xml:space="preserve"> </w:t>
                            </w:r>
                            <w:r>
                              <w:t>Notes</w:t>
                            </w:r>
                          </w:p>
                          <w:p w:rsidR="00054A86" w:rsidRDefault="00054A86" w:rsidP="00054A86">
                            <w:r>
                              <w:t>Organizing supporting information</w:t>
                            </w:r>
                          </w:p>
                          <w:p w:rsidR="00054A86" w:rsidRDefault="00054A86" w:rsidP="00054A86">
                            <w:r>
                              <w:t>Thesis Work</w:t>
                            </w:r>
                          </w:p>
                          <w:p w:rsidR="00054A86" w:rsidRPr="00037C3D" w:rsidRDefault="00054A86" w:rsidP="00054A86"/>
                        </w:tc>
                        <w:tc>
                          <w:tcPr>
                            <w:tcW w:w="2790" w:type="dxa"/>
                          </w:tcPr>
                          <w:p w:rsid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  <w:p w:rsidR="00054A86" w:rsidRDefault="00054A86" w:rsidP="00037C3D">
                            <w:r>
                              <w:t>Organizing Supporting information</w:t>
                            </w:r>
                          </w:p>
                          <w:p w:rsidR="00037C3D" w:rsidRPr="00037C3D" w:rsidRDefault="00054A86" w:rsidP="00037C3D">
                            <w:r>
                              <w:t>T</w:t>
                            </w:r>
                            <w:bookmarkStart w:id="1" w:name="_GoBack"/>
                            <w:bookmarkEnd w:id="1"/>
                            <w:r>
                              <w:t>hesis work</w:t>
                            </w:r>
                          </w:p>
                        </w:tc>
                        <w:tc>
                          <w:tcPr>
                            <w:tcW w:w="2700" w:type="dxa"/>
                          </w:tcPr>
                          <w:p w:rsid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25</w:t>
                            </w:r>
                          </w:p>
                          <w:p w:rsidR="00037C3D" w:rsidRPr="00F31DC8" w:rsidRDefault="00054A86" w:rsidP="00F31DC8">
                            <w:r>
                              <w:t>Chapter 10 Notes Due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26</w:t>
                            </w:r>
                          </w:p>
                          <w:p w:rsidR="00037C3D" w:rsidRPr="00037C3D" w:rsidRDefault="00054A86" w:rsidP="00037C3D">
                            <w:r>
                              <w:t>Work on writing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28</w:t>
                            </w:r>
                          </w:p>
                        </w:tc>
                      </w:tr>
                      <w:tr w:rsidR="00F31DC8" w:rsidRPr="00F31DC8" w:rsidTr="00F31DC8">
                        <w:trPr>
                          <w:trHeight w:val="1420"/>
                        </w:trPr>
                        <w:tc>
                          <w:tcPr>
                            <w:tcW w:w="99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2880" w:type="dxa"/>
                          </w:tcPr>
                          <w:p w:rsid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31DC8">
                              <w:rPr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  <w:p w:rsidR="00054A86" w:rsidRDefault="00054A86" w:rsidP="00054A86">
                            <w:r>
                              <w:t>Getting Started: Intro. Speech notes Due</w:t>
                            </w:r>
                          </w:p>
                          <w:p w:rsidR="00F31DC8" w:rsidRPr="00F31DC8" w:rsidRDefault="00054A86" w:rsidP="00054A86">
                            <w:r>
                              <w:t>Class time to writes speeches</w:t>
                            </w:r>
                          </w:p>
                        </w:tc>
                        <w:tc>
                          <w:tcPr>
                            <w:tcW w:w="2790" w:type="dxa"/>
                          </w:tcPr>
                          <w:p w:rsid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054A86" w:rsidRDefault="00054A86" w:rsidP="00054A86">
                            <w:r>
                              <w:t>Introductory Outline Due</w:t>
                            </w:r>
                          </w:p>
                          <w:p w:rsidR="00037C3D" w:rsidRPr="00037C3D" w:rsidRDefault="00054A86" w:rsidP="00054A86">
                            <w:r>
                              <w:t>Peer edit</w:t>
                            </w:r>
                          </w:p>
                        </w:tc>
                        <w:tc>
                          <w:tcPr>
                            <w:tcW w:w="2700" w:type="dxa"/>
                          </w:tcPr>
                          <w:p w:rsid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054A86" w:rsidRDefault="00054A86" w:rsidP="00054A86">
                            <w:r>
                              <w:t>Chapter 4- Quiz</w:t>
                            </w:r>
                          </w:p>
                          <w:p w:rsidR="00037C3D" w:rsidRPr="00037C3D" w:rsidRDefault="00054A86" w:rsidP="00054A86">
                            <w:r>
                              <w:t>Discussion of Peer-critiques, self-reflections, speech day policies and procedures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037C3D" w:rsidRPr="00037C3D" w:rsidRDefault="00054A86" w:rsidP="00054A86">
                            <w:r>
                              <w:t>Last day to ask questions, practice speech, make edits, etc.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:rsidR="00F31DC8" w:rsidRPr="00F31DC8" w:rsidRDefault="00F31DC8" w:rsidP="00F31DC8">
                            <w:pPr>
                              <w:pStyle w:val="Boxes11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F31DC8" w:rsidTr="00F31DC8">
                        <w:trPr>
                          <w:trHeight w:val="1420"/>
                        </w:trPr>
                        <w:tc>
                          <w:tcPr>
                            <w:tcW w:w="990" w:type="dxa"/>
                          </w:tcPr>
                          <w:p w:rsidR="00F31DC8" w:rsidRPr="00F31DC8" w:rsidRDefault="00F31DC8" w:rsidP="00F92592">
                            <w:pPr>
                              <w:pStyle w:val="Boxes11"/>
                            </w:pPr>
                          </w:p>
                        </w:tc>
                        <w:tc>
                          <w:tcPr>
                            <w:tcW w:w="2880" w:type="dxa"/>
                          </w:tcPr>
                          <w:p w:rsidR="00F31DC8" w:rsidRPr="00F31DC8" w:rsidRDefault="00F31DC8" w:rsidP="00F92592">
                            <w:pPr>
                              <w:pStyle w:val="Boxes11"/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:rsidR="00F31DC8" w:rsidRPr="00F31DC8" w:rsidRDefault="00F31DC8" w:rsidP="00F92592">
                            <w:pPr>
                              <w:pStyle w:val="Boxes11"/>
                            </w:pPr>
                          </w:p>
                        </w:tc>
                        <w:tc>
                          <w:tcPr>
                            <w:tcW w:w="2700" w:type="dxa"/>
                          </w:tcPr>
                          <w:p w:rsidR="00F31DC8" w:rsidRPr="00F31DC8" w:rsidRDefault="00F31DC8" w:rsidP="00F92592">
                            <w:pPr>
                              <w:pStyle w:val="Boxes11"/>
                            </w:pPr>
                          </w:p>
                        </w:tc>
                        <w:tc>
                          <w:tcPr>
                            <w:tcW w:w="2340" w:type="dxa"/>
                          </w:tcPr>
                          <w:p w:rsidR="00F31DC8" w:rsidRPr="00F31DC8" w:rsidRDefault="00F31DC8" w:rsidP="00F92592">
                            <w:pPr>
                              <w:pStyle w:val="Boxes11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F31DC8" w:rsidRPr="00F31DC8" w:rsidRDefault="00F31DC8" w:rsidP="00F92592">
                            <w:pPr>
                              <w:pStyle w:val="Boxes11"/>
                            </w:pPr>
                          </w:p>
                        </w:tc>
                        <w:tc>
                          <w:tcPr>
                            <w:tcW w:w="1168" w:type="dxa"/>
                          </w:tcPr>
                          <w:p w:rsidR="00F31DC8" w:rsidRDefault="00F31DC8" w:rsidP="00F92592">
                            <w:pPr>
                              <w:pStyle w:val="Boxes11"/>
                            </w:pPr>
                          </w:p>
                        </w:tc>
                      </w:tr>
                    </w:tbl>
                    <w:p w:rsidR="00F31DC8" w:rsidRDefault="00F31DC8" w:rsidP="00F31DC8">
                      <w:pPr>
                        <w:pStyle w:val="Boxes11"/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457200</wp:posOffset>
                </wp:positionH>
                <wp:positionV relativeFrom="margin">
                  <wp:posOffset>0</wp:posOffset>
                </wp:positionV>
                <wp:extent cx="2195195" cy="640715"/>
                <wp:effectExtent l="19050" t="19050" r="14605" b="1651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519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31DC8" w:rsidRDefault="00F31DC8">
                            <w:pPr>
                              <w:pStyle w:val="BoxesHeading1"/>
                            </w:pPr>
                            <w:r>
                              <w:t>September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margin-left:36pt;margin-top:0;width:172.85pt;height:50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" strokeweight="2pt">
                <v:textbox inset="5pt,5pt,5pt,5pt">
                  <w:txbxContent>
                    <w:p w:rsidR="00F31DC8" w:rsidRDefault="00F31DC8">
                      <w:pPr>
                        <w:pStyle w:val="BoxesHeading1"/>
                      </w:pPr>
                      <w:r>
                        <w:t>September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274320</wp:posOffset>
                </wp:positionV>
                <wp:extent cx="9125585" cy="6309360"/>
                <wp:effectExtent l="19050" t="17145" r="18415" b="1714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5585" cy="63093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21.6pt;width:718.55pt;height:496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" filled="f" strokeweight="2pt">
                <w10:wrap anchorx="margin" anchory="margin"/>
              </v:rect>
            </w:pict>
          </mc:Fallback>
        </mc:AlternateContent>
      </w:r>
      <w:r w:rsidR="00F31DC8">
        <w:tab/>
        <w:t>Public Speaking Calendar: C Channel</w:t>
      </w:r>
    </w:p>
    <w:p w:rsidR="00F31DC8" w:rsidRDefault="00F31DC8" w:rsidP="00F31DC8">
      <w:r>
        <w:br w:type="page"/>
      </w:r>
      <w:r w:rsidR="00E17D0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3E48E0" wp14:editId="4C7E77B7">
                <wp:simplePos x="0" y="0"/>
                <wp:positionH relativeFrom="margin">
                  <wp:posOffset>7406640</wp:posOffset>
                </wp:positionH>
                <wp:positionV relativeFrom="margin">
                  <wp:posOffset>6217920</wp:posOffset>
                </wp:positionV>
                <wp:extent cx="1280795" cy="640715"/>
                <wp:effectExtent l="15240" t="17145" r="18415" b="18415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79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31DC8" w:rsidRDefault="00F31DC8" w:rsidP="00F31DC8">
                            <w:pPr>
                              <w:pStyle w:val="BoxesHeading1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2013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9" style="position:absolute;margin-left:583.2pt;margin-top:489.6pt;width:100.85pt;height:50.4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" strokeweight="2pt">
                <v:textbox inset="5pt,5pt,5pt,5pt">
                  <w:txbxContent>
                    <w:p w:rsidR="00F31DC8" w:rsidRDefault="00F31DC8" w:rsidP="00F31DC8">
                      <w:pPr>
                        <w:pStyle w:val="BoxesHeading1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2013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E17D0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457200</wp:posOffset>
                </wp:positionH>
                <wp:positionV relativeFrom="margin">
                  <wp:posOffset>0</wp:posOffset>
                </wp:positionV>
                <wp:extent cx="2195195" cy="640715"/>
                <wp:effectExtent l="19050" t="19050" r="14605" b="1651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519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31DC8" w:rsidRDefault="007647AD" w:rsidP="00F31DC8">
                            <w:pPr>
                              <w:pStyle w:val="BoxesHeading1"/>
                            </w:pPr>
                            <w:r>
                              <w:t>September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1" style="position:absolute;margin-left:36pt;margin-top:0;width:172.85pt;height:50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" strokeweight="2pt">
                <v:textbox inset="5pt,5pt,5pt,5pt">
                  <w:txbxContent>
                    <w:p w:rsidR="00F31DC8" w:rsidRDefault="007647AD" w:rsidP="00F31DC8">
                      <w:pPr>
                        <w:pStyle w:val="BoxesHeading1"/>
                      </w:pPr>
                      <w:r>
                        <w:t>September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E17D0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274320</wp:posOffset>
                </wp:positionV>
                <wp:extent cx="9125585" cy="6309360"/>
                <wp:effectExtent l="19050" t="17145" r="18415" b="1714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5585" cy="63093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21.6pt;width:718.55pt;height:496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" filled="f" strokeweight="2pt">
                <w10:wrap anchorx="margin" anchory="margin"/>
              </v:rect>
            </w:pict>
          </mc:Fallback>
        </mc:AlternateContent>
      </w:r>
    </w:p>
    <w:p w:rsidR="00F31DC8" w:rsidRDefault="007647AD" w:rsidP="00F31DC8">
      <w:pPr>
        <w:pStyle w:val="JazzyHeading10"/>
      </w:pPr>
      <w: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675866" wp14:editId="6BB72109">
                <wp:simplePos x="0" y="0"/>
                <wp:positionH relativeFrom="margin">
                  <wp:posOffset>609600</wp:posOffset>
                </wp:positionH>
                <wp:positionV relativeFrom="margin">
                  <wp:posOffset>152400</wp:posOffset>
                </wp:positionV>
                <wp:extent cx="2195195" cy="640715"/>
                <wp:effectExtent l="19050" t="19050" r="14605" b="1651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519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647AD" w:rsidRDefault="007647AD" w:rsidP="007647AD">
                            <w:pPr>
                              <w:pStyle w:val="BoxesHeading1"/>
                            </w:pPr>
                            <w:r>
                              <w:t>October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48pt;margin-top:12pt;width:172.85pt;height:50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" strokeweight="2pt">
                <v:textbox inset="5pt,5pt,5pt,5pt">
                  <w:txbxContent>
                    <w:p w:rsidR="007647AD" w:rsidRDefault="007647AD" w:rsidP="007647AD">
                      <w:pPr>
                        <w:pStyle w:val="BoxesHeading1"/>
                      </w:pPr>
                      <w:r>
                        <w:t>October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956"/>
        <w:gridCol w:w="2804"/>
        <w:gridCol w:w="2520"/>
        <w:gridCol w:w="2610"/>
        <w:gridCol w:w="1080"/>
        <w:gridCol w:w="1078"/>
      </w:tblGrid>
      <w:tr w:rsidR="007647AD" w:rsidTr="004B5E1B">
        <w:trPr>
          <w:trHeight w:val="720"/>
        </w:trPr>
        <w:tc>
          <w:tcPr>
            <w:tcW w:w="1080" w:type="dxa"/>
          </w:tcPr>
          <w:p w:rsidR="007647AD" w:rsidRPr="00F31DC8" w:rsidRDefault="007647AD" w:rsidP="004B5E1B">
            <w:pPr>
              <w:pStyle w:val="BoxesHeading2"/>
            </w:pPr>
            <w:r w:rsidRPr="00F31DC8">
              <w:t>Sun</w:t>
            </w:r>
          </w:p>
        </w:tc>
        <w:tc>
          <w:tcPr>
            <w:tcW w:w="2956" w:type="dxa"/>
          </w:tcPr>
          <w:p w:rsidR="007647AD" w:rsidRPr="00F31DC8" w:rsidRDefault="007647AD" w:rsidP="004B5E1B">
            <w:pPr>
              <w:pStyle w:val="BoxesHeading2"/>
            </w:pPr>
            <w:r w:rsidRPr="00F31DC8">
              <w:t>Mon</w:t>
            </w:r>
          </w:p>
        </w:tc>
        <w:tc>
          <w:tcPr>
            <w:tcW w:w="2804" w:type="dxa"/>
          </w:tcPr>
          <w:p w:rsidR="007647AD" w:rsidRPr="00F31DC8" w:rsidRDefault="007647AD" w:rsidP="004B5E1B">
            <w:pPr>
              <w:pStyle w:val="BoxesHeading2"/>
            </w:pPr>
            <w:r w:rsidRPr="00F31DC8">
              <w:t>Tue</w:t>
            </w:r>
          </w:p>
        </w:tc>
        <w:tc>
          <w:tcPr>
            <w:tcW w:w="2520" w:type="dxa"/>
          </w:tcPr>
          <w:p w:rsidR="007647AD" w:rsidRPr="00F31DC8" w:rsidRDefault="007647AD" w:rsidP="004B5E1B">
            <w:pPr>
              <w:pStyle w:val="BoxesHeading2"/>
            </w:pPr>
            <w:r w:rsidRPr="00F31DC8">
              <w:t>Wed</w:t>
            </w:r>
          </w:p>
        </w:tc>
        <w:tc>
          <w:tcPr>
            <w:tcW w:w="2610" w:type="dxa"/>
          </w:tcPr>
          <w:p w:rsidR="007647AD" w:rsidRPr="00F31DC8" w:rsidRDefault="007647AD" w:rsidP="004B5E1B">
            <w:pPr>
              <w:pStyle w:val="BoxesHeading2"/>
            </w:pPr>
            <w:r w:rsidRPr="00F31DC8">
              <w:t>Thu</w:t>
            </w:r>
          </w:p>
        </w:tc>
        <w:tc>
          <w:tcPr>
            <w:tcW w:w="1080" w:type="dxa"/>
          </w:tcPr>
          <w:p w:rsidR="007647AD" w:rsidRPr="00F31DC8" w:rsidRDefault="007647AD" w:rsidP="004B5E1B">
            <w:pPr>
              <w:pStyle w:val="BoxesHeading2"/>
            </w:pPr>
            <w:r w:rsidRPr="00F31DC8">
              <w:t>Fri</w:t>
            </w:r>
          </w:p>
        </w:tc>
        <w:tc>
          <w:tcPr>
            <w:tcW w:w="1078" w:type="dxa"/>
          </w:tcPr>
          <w:p w:rsidR="007647AD" w:rsidRDefault="007647AD" w:rsidP="004B5E1B">
            <w:pPr>
              <w:pStyle w:val="BoxesHeading2"/>
            </w:pPr>
            <w:r w:rsidRPr="00F31DC8">
              <w:t>Sat</w:t>
            </w:r>
          </w:p>
        </w:tc>
      </w:tr>
      <w:tr w:rsidR="007647AD" w:rsidRPr="00F31DC8" w:rsidTr="004B5E1B">
        <w:trPr>
          <w:trHeight w:val="1420"/>
        </w:trPr>
        <w:tc>
          <w:tcPr>
            <w:tcW w:w="1080" w:type="dxa"/>
          </w:tcPr>
          <w:p w:rsidR="007647AD" w:rsidRPr="00F31DC8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</w:p>
        </w:tc>
        <w:tc>
          <w:tcPr>
            <w:tcW w:w="2956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30</w:t>
            </w:r>
          </w:p>
          <w:p w:rsidR="00054A86" w:rsidRDefault="00054A86" w:rsidP="00054A86">
            <w:r>
              <w:t>Getting Started: Intro. Speech notes Due</w:t>
            </w:r>
          </w:p>
          <w:p w:rsidR="007647AD" w:rsidRPr="00F31DC8" w:rsidRDefault="00054A86" w:rsidP="00054A86">
            <w:r>
              <w:t>Class time to writes speeches</w:t>
            </w:r>
          </w:p>
        </w:tc>
        <w:tc>
          <w:tcPr>
            <w:tcW w:w="2804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054A86" w:rsidRDefault="00054A86" w:rsidP="00054A86">
            <w:r>
              <w:t>Introductory Outline Due</w:t>
            </w:r>
          </w:p>
          <w:p w:rsidR="007647AD" w:rsidRPr="00037C3D" w:rsidRDefault="00054A86" w:rsidP="00054A86">
            <w:r>
              <w:t>Peer edit</w:t>
            </w:r>
          </w:p>
        </w:tc>
        <w:tc>
          <w:tcPr>
            <w:tcW w:w="2520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54A86" w:rsidRDefault="00054A86" w:rsidP="00054A86">
            <w:r>
              <w:t>Chapter 4- Quiz</w:t>
            </w:r>
          </w:p>
          <w:p w:rsidR="007647AD" w:rsidRPr="00037C3D" w:rsidRDefault="00054A86" w:rsidP="00054A86">
            <w:r>
              <w:t>Discussion of Peer-critiques, self-reflections, speech day policies and procedures</w:t>
            </w:r>
          </w:p>
        </w:tc>
        <w:tc>
          <w:tcPr>
            <w:tcW w:w="2610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7647AD" w:rsidRPr="00037C3D" w:rsidRDefault="00054A86" w:rsidP="004B5E1B">
            <w:r>
              <w:t>Last day to ask questions, practice speech, make edits, etc.</w:t>
            </w:r>
          </w:p>
        </w:tc>
        <w:tc>
          <w:tcPr>
            <w:tcW w:w="1080" w:type="dxa"/>
          </w:tcPr>
          <w:p w:rsidR="007647AD" w:rsidRPr="00F31DC8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4</w:t>
            </w:r>
          </w:p>
        </w:tc>
        <w:tc>
          <w:tcPr>
            <w:tcW w:w="1078" w:type="dxa"/>
          </w:tcPr>
          <w:p w:rsidR="007647AD" w:rsidRPr="00F31DC8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5</w:t>
            </w:r>
          </w:p>
        </w:tc>
      </w:tr>
      <w:tr w:rsidR="007647AD" w:rsidRPr="00F31DC8" w:rsidTr="004B5E1B">
        <w:trPr>
          <w:trHeight w:val="1420"/>
        </w:trPr>
        <w:tc>
          <w:tcPr>
            <w:tcW w:w="1080" w:type="dxa"/>
          </w:tcPr>
          <w:p w:rsidR="007647AD" w:rsidRPr="00F31DC8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6</w:t>
            </w:r>
          </w:p>
        </w:tc>
        <w:tc>
          <w:tcPr>
            <w:tcW w:w="2956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7</w:t>
            </w:r>
          </w:p>
          <w:p w:rsidR="007647AD" w:rsidRPr="00E17D0D" w:rsidRDefault="00054A86" w:rsidP="004B5E1B">
            <w:r>
              <w:t>Introductory Speeches Due: Present* Note date change</w:t>
            </w:r>
          </w:p>
        </w:tc>
        <w:tc>
          <w:tcPr>
            <w:tcW w:w="2804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8</w:t>
            </w:r>
          </w:p>
          <w:p w:rsidR="007647AD" w:rsidRPr="00E17D0D" w:rsidRDefault="00054A86" w:rsidP="004B5E1B">
            <w:r>
              <w:t>Introductory Speech Presentations</w:t>
            </w:r>
          </w:p>
        </w:tc>
        <w:tc>
          <w:tcPr>
            <w:tcW w:w="2520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9</w:t>
            </w:r>
          </w:p>
          <w:p w:rsidR="007647AD" w:rsidRPr="00E17D0D" w:rsidRDefault="00054A86" w:rsidP="00054A86">
            <w:r>
              <w:t>Introductory Speech Presentations</w:t>
            </w:r>
          </w:p>
        </w:tc>
        <w:tc>
          <w:tcPr>
            <w:tcW w:w="2610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10</w:t>
            </w:r>
          </w:p>
          <w:p w:rsidR="00054A86" w:rsidRDefault="00054A86" w:rsidP="00054A86">
            <w:r>
              <w:t>Professional E-mail Discussion</w:t>
            </w:r>
          </w:p>
          <w:p w:rsidR="007647AD" w:rsidRPr="00E17D0D" w:rsidRDefault="00054A86" w:rsidP="00054A86">
            <w:r>
              <w:t>-Introduction of I-Search</w:t>
            </w:r>
          </w:p>
        </w:tc>
        <w:tc>
          <w:tcPr>
            <w:tcW w:w="1080" w:type="dxa"/>
          </w:tcPr>
          <w:p w:rsidR="007647AD" w:rsidRPr="00F31DC8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11</w:t>
            </w:r>
          </w:p>
        </w:tc>
        <w:tc>
          <w:tcPr>
            <w:tcW w:w="1078" w:type="dxa"/>
          </w:tcPr>
          <w:p w:rsidR="007647AD" w:rsidRPr="00F31DC8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12</w:t>
            </w:r>
          </w:p>
        </w:tc>
      </w:tr>
      <w:tr w:rsidR="007647AD" w:rsidRPr="00F31DC8" w:rsidTr="004B5E1B">
        <w:trPr>
          <w:trHeight w:val="1420"/>
        </w:trPr>
        <w:tc>
          <w:tcPr>
            <w:tcW w:w="1080" w:type="dxa"/>
          </w:tcPr>
          <w:p w:rsidR="007647AD" w:rsidRPr="00F31DC8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13</w:t>
            </w:r>
          </w:p>
        </w:tc>
        <w:tc>
          <w:tcPr>
            <w:tcW w:w="2956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14</w:t>
            </w:r>
          </w:p>
          <w:p w:rsidR="007647AD" w:rsidRPr="00F31DC8" w:rsidRDefault="007647AD" w:rsidP="004B5E1B">
            <w:r>
              <w:t>No School</w:t>
            </w:r>
          </w:p>
        </w:tc>
        <w:tc>
          <w:tcPr>
            <w:tcW w:w="2804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15</w:t>
            </w:r>
          </w:p>
          <w:p w:rsidR="00054A86" w:rsidRDefault="00054A86" w:rsidP="00054A86">
            <w:r>
              <w:t>Effective E-mail Communication Due</w:t>
            </w:r>
          </w:p>
          <w:p w:rsidR="003B037C" w:rsidRPr="007647AD" w:rsidRDefault="00054A86" w:rsidP="00054A86">
            <w:r>
              <w:t>-Connection to I-Search</w:t>
            </w:r>
          </w:p>
        </w:tc>
        <w:tc>
          <w:tcPr>
            <w:tcW w:w="2520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16</w:t>
            </w:r>
          </w:p>
          <w:p w:rsidR="007647AD" w:rsidRDefault="007647AD" w:rsidP="004B5E1B">
            <w:r>
              <w:t>½ Day: PSATs</w:t>
            </w:r>
          </w:p>
          <w:p w:rsidR="003B037C" w:rsidRPr="00F31DC8" w:rsidRDefault="003B037C" w:rsidP="004B5E1B"/>
        </w:tc>
        <w:tc>
          <w:tcPr>
            <w:tcW w:w="2610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17</w:t>
            </w:r>
          </w:p>
          <w:p w:rsidR="00054A86" w:rsidRDefault="00054A86" w:rsidP="00054A86">
            <w:r>
              <w:t>College Communication Due</w:t>
            </w:r>
          </w:p>
          <w:p w:rsidR="00054A86" w:rsidRDefault="00054A86" w:rsidP="00054A86">
            <w:r>
              <w:t>-Connection to I-Search</w:t>
            </w:r>
          </w:p>
          <w:p w:rsidR="003B037C" w:rsidRPr="003B037C" w:rsidRDefault="003B037C" w:rsidP="00054A86"/>
        </w:tc>
        <w:tc>
          <w:tcPr>
            <w:tcW w:w="1080" w:type="dxa"/>
          </w:tcPr>
          <w:p w:rsidR="007647AD" w:rsidRPr="00F31DC8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18</w:t>
            </w:r>
          </w:p>
        </w:tc>
        <w:tc>
          <w:tcPr>
            <w:tcW w:w="1078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19</w:t>
            </w:r>
          </w:p>
          <w:p w:rsidR="007647AD" w:rsidRPr="00F31DC8" w:rsidRDefault="007647AD" w:rsidP="004B5E1B">
            <w:r>
              <w:t>Homecoming</w:t>
            </w:r>
          </w:p>
        </w:tc>
      </w:tr>
      <w:tr w:rsidR="007647AD" w:rsidRPr="00F31DC8" w:rsidTr="004B5E1B">
        <w:trPr>
          <w:trHeight w:val="1420"/>
        </w:trPr>
        <w:tc>
          <w:tcPr>
            <w:tcW w:w="1080" w:type="dxa"/>
          </w:tcPr>
          <w:p w:rsidR="007647AD" w:rsidRPr="00F31DC8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20</w:t>
            </w:r>
          </w:p>
        </w:tc>
        <w:tc>
          <w:tcPr>
            <w:tcW w:w="2956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21</w:t>
            </w:r>
          </w:p>
          <w:p w:rsidR="007647AD" w:rsidRDefault="007647AD" w:rsidP="004B5E1B">
            <w:r>
              <w:t>Week 1 Vocab Due</w:t>
            </w:r>
          </w:p>
          <w:p w:rsidR="00054A86" w:rsidRDefault="00054A86" w:rsidP="00054A86">
            <w:r>
              <w:t>Workplace Communication Due</w:t>
            </w:r>
          </w:p>
          <w:p w:rsidR="003B037C" w:rsidRPr="00E17D0D" w:rsidRDefault="00054A86" w:rsidP="00054A86">
            <w:r>
              <w:t>-Connection to I-Search</w:t>
            </w:r>
          </w:p>
        </w:tc>
        <w:tc>
          <w:tcPr>
            <w:tcW w:w="2804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22</w:t>
            </w:r>
          </w:p>
          <w:p w:rsidR="00054A86" w:rsidRDefault="00054A86" w:rsidP="00054A86">
            <w:r>
              <w:t>Chapter 15- Quiz</w:t>
            </w:r>
          </w:p>
          <w:p w:rsidR="003B037C" w:rsidRPr="003B037C" w:rsidRDefault="00054A86" w:rsidP="00054A86">
            <w:r>
              <w:t>Informative Speech Discussion</w:t>
            </w:r>
          </w:p>
        </w:tc>
        <w:tc>
          <w:tcPr>
            <w:tcW w:w="2520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23</w:t>
            </w:r>
          </w:p>
          <w:p w:rsidR="00054A86" w:rsidRDefault="00054A86" w:rsidP="00054A86">
            <w:r>
              <w:t>Chapter 7- Quiz</w:t>
            </w:r>
          </w:p>
          <w:p w:rsidR="003B037C" w:rsidRPr="003B037C" w:rsidRDefault="00054A86" w:rsidP="00054A86">
            <w:r>
              <w:t>Evaluating and Using Sources- Practice</w:t>
            </w:r>
          </w:p>
        </w:tc>
        <w:tc>
          <w:tcPr>
            <w:tcW w:w="2610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24</w:t>
            </w:r>
          </w:p>
          <w:p w:rsidR="007647AD" w:rsidRDefault="007647AD" w:rsidP="004B5E1B">
            <w:r>
              <w:t>Week 1 Vocab Quiz</w:t>
            </w:r>
          </w:p>
          <w:p w:rsidR="00054A86" w:rsidRDefault="00054A86" w:rsidP="00054A86">
            <w:r>
              <w:t>Chapter 3- Quiz</w:t>
            </w:r>
          </w:p>
          <w:p w:rsidR="003B037C" w:rsidRPr="00E17D0D" w:rsidRDefault="003B037C" w:rsidP="00054A86"/>
        </w:tc>
        <w:tc>
          <w:tcPr>
            <w:tcW w:w="1080" w:type="dxa"/>
          </w:tcPr>
          <w:p w:rsidR="007647AD" w:rsidRPr="00F31DC8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25</w:t>
            </w:r>
          </w:p>
        </w:tc>
        <w:tc>
          <w:tcPr>
            <w:tcW w:w="1078" w:type="dxa"/>
          </w:tcPr>
          <w:p w:rsidR="007647AD" w:rsidRPr="00F31DC8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26</w:t>
            </w:r>
          </w:p>
        </w:tc>
      </w:tr>
      <w:tr w:rsidR="007647AD" w:rsidRPr="00F31DC8" w:rsidTr="004B5E1B">
        <w:trPr>
          <w:trHeight w:val="1420"/>
        </w:trPr>
        <w:tc>
          <w:tcPr>
            <w:tcW w:w="1080" w:type="dxa"/>
          </w:tcPr>
          <w:p w:rsidR="007647AD" w:rsidRPr="00F31DC8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27</w:t>
            </w:r>
          </w:p>
        </w:tc>
        <w:tc>
          <w:tcPr>
            <w:tcW w:w="2956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28</w:t>
            </w:r>
          </w:p>
          <w:p w:rsidR="007647AD" w:rsidRDefault="007647AD" w:rsidP="004B5E1B">
            <w:r>
              <w:t>Week 2 Vocab Due</w:t>
            </w:r>
          </w:p>
          <w:p w:rsidR="003B037C" w:rsidRPr="00E17D0D" w:rsidRDefault="00054A86" w:rsidP="004B5E1B">
            <w:r>
              <w:t>Plagiarism, Summarizing, and Paraphrasing- Practice</w:t>
            </w:r>
          </w:p>
        </w:tc>
        <w:tc>
          <w:tcPr>
            <w:tcW w:w="2804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29</w:t>
            </w:r>
          </w:p>
          <w:p w:rsidR="007647AD" w:rsidRPr="00E17D0D" w:rsidRDefault="00054A86" w:rsidP="00054A86">
            <w:r>
              <w:t>Continue sources/proper research discussion</w:t>
            </w:r>
          </w:p>
        </w:tc>
        <w:tc>
          <w:tcPr>
            <w:tcW w:w="2520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30</w:t>
            </w:r>
          </w:p>
          <w:p w:rsidR="00054A86" w:rsidRDefault="00054A86" w:rsidP="00054A86">
            <w:r>
              <w:t>Informative Speech- topic due</w:t>
            </w:r>
          </w:p>
          <w:p w:rsidR="003B037C" w:rsidRPr="003B037C" w:rsidRDefault="00054A86" w:rsidP="00054A86">
            <w:r>
              <w:t>Work on speeches</w:t>
            </w:r>
          </w:p>
        </w:tc>
        <w:tc>
          <w:tcPr>
            <w:tcW w:w="2610" w:type="dxa"/>
          </w:tcPr>
          <w:p w:rsidR="007647AD" w:rsidRDefault="007647AD" w:rsidP="004B5E1B">
            <w:pPr>
              <w:pStyle w:val="Boxes11"/>
              <w:jc w:val="left"/>
              <w:rPr>
                <w:sz w:val="28"/>
                <w:szCs w:val="28"/>
              </w:rPr>
            </w:pPr>
            <w:r w:rsidRPr="00F31DC8">
              <w:rPr>
                <w:sz w:val="28"/>
                <w:szCs w:val="28"/>
              </w:rPr>
              <w:t>31</w:t>
            </w:r>
          </w:p>
          <w:p w:rsidR="007647AD" w:rsidRDefault="007647AD" w:rsidP="004B5E1B">
            <w:r>
              <w:t>Week 2 Vocab Quiz</w:t>
            </w:r>
          </w:p>
          <w:p w:rsidR="003B037C" w:rsidRPr="00E17D0D" w:rsidRDefault="00054A86" w:rsidP="004B5E1B">
            <w:r>
              <w:t>Work on speeches</w:t>
            </w:r>
          </w:p>
        </w:tc>
        <w:tc>
          <w:tcPr>
            <w:tcW w:w="1080" w:type="dxa"/>
          </w:tcPr>
          <w:p w:rsidR="007647AD" w:rsidRPr="00F31DC8" w:rsidRDefault="003B037C" w:rsidP="004B5E1B">
            <w:pPr>
              <w:pStyle w:val="Boxes1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8" w:type="dxa"/>
          </w:tcPr>
          <w:p w:rsidR="007647AD" w:rsidRPr="003B037C" w:rsidRDefault="003B037C" w:rsidP="003B037C">
            <w:pPr>
              <w:pStyle w:val="Boxes11"/>
              <w:jc w:val="left"/>
              <w:rPr>
                <w:sz w:val="28"/>
                <w:szCs w:val="28"/>
              </w:rPr>
            </w:pPr>
            <w:r w:rsidRPr="003B037C">
              <w:rPr>
                <w:sz w:val="28"/>
                <w:szCs w:val="28"/>
              </w:rPr>
              <w:t>2</w:t>
            </w:r>
          </w:p>
        </w:tc>
      </w:tr>
      <w:tr w:rsidR="007647AD" w:rsidTr="004B5E1B">
        <w:trPr>
          <w:trHeight w:val="1420"/>
        </w:trPr>
        <w:tc>
          <w:tcPr>
            <w:tcW w:w="1080" w:type="dxa"/>
          </w:tcPr>
          <w:p w:rsidR="007647AD" w:rsidRPr="003B037C" w:rsidRDefault="003B037C" w:rsidP="003B037C">
            <w:pPr>
              <w:pStyle w:val="Boxes11"/>
              <w:jc w:val="left"/>
              <w:rPr>
                <w:sz w:val="28"/>
                <w:szCs w:val="28"/>
              </w:rPr>
            </w:pPr>
            <w:r w:rsidRPr="003B037C">
              <w:rPr>
                <w:sz w:val="28"/>
                <w:szCs w:val="28"/>
              </w:rPr>
              <w:t>3</w:t>
            </w:r>
          </w:p>
        </w:tc>
        <w:tc>
          <w:tcPr>
            <w:tcW w:w="2956" w:type="dxa"/>
          </w:tcPr>
          <w:p w:rsidR="007647AD" w:rsidRDefault="003B037C" w:rsidP="003B037C">
            <w:pPr>
              <w:pStyle w:val="Boxes11"/>
              <w:jc w:val="left"/>
              <w:rPr>
                <w:sz w:val="28"/>
                <w:szCs w:val="28"/>
              </w:rPr>
            </w:pPr>
            <w:r w:rsidRPr="003B037C">
              <w:rPr>
                <w:sz w:val="28"/>
                <w:szCs w:val="28"/>
              </w:rPr>
              <w:t>4</w:t>
            </w:r>
          </w:p>
          <w:p w:rsidR="003B037C" w:rsidRDefault="003B037C" w:rsidP="003B037C">
            <w:r>
              <w:t>Week 3 Vocab Due</w:t>
            </w:r>
          </w:p>
          <w:p w:rsidR="003B037C" w:rsidRPr="003B037C" w:rsidRDefault="00054A86" w:rsidP="003B037C">
            <w:r>
              <w:t>Informative Speech- references due</w:t>
            </w:r>
          </w:p>
        </w:tc>
        <w:tc>
          <w:tcPr>
            <w:tcW w:w="2804" w:type="dxa"/>
          </w:tcPr>
          <w:p w:rsidR="007647AD" w:rsidRDefault="003B037C" w:rsidP="003B037C">
            <w:pPr>
              <w:pStyle w:val="Boxes11"/>
              <w:jc w:val="left"/>
              <w:rPr>
                <w:sz w:val="28"/>
                <w:szCs w:val="28"/>
              </w:rPr>
            </w:pPr>
            <w:r w:rsidRPr="003B037C">
              <w:rPr>
                <w:sz w:val="28"/>
                <w:szCs w:val="28"/>
              </w:rPr>
              <w:t>5</w:t>
            </w:r>
          </w:p>
          <w:p w:rsidR="003B037C" w:rsidRPr="003B037C" w:rsidRDefault="00054A86" w:rsidP="003B037C">
            <w:r>
              <w:t>Outline of I-Search Due- Peer edit and discuss</w:t>
            </w:r>
          </w:p>
        </w:tc>
        <w:tc>
          <w:tcPr>
            <w:tcW w:w="2520" w:type="dxa"/>
          </w:tcPr>
          <w:p w:rsidR="007647AD" w:rsidRDefault="003B037C" w:rsidP="003B037C">
            <w:pPr>
              <w:pStyle w:val="Boxes11"/>
              <w:jc w:val="left"/>
              <w:rPr>
                <w:sz w:val="28"/>
                <w:szCs w:val="28"/>
              </w:rPr>
            </w:pPr>
            <w:r w:rsidRPr="003B037C">
              <w:rPr>
                <w:sz w:val="28"/>
                <w:szCs w:val="28"/>
              </w:rPr>
              <w:t>6</w:t>
            </w:r>
          </w:p>
          <w:p w:rsidR="003B037C" w:rsidRPr="003B037C" w:rsidRDefault="00054A86" w:rsidP="003B037C">
            <w:r>
              <w:t>Delivery practice</w:t>
            </w:r>
          </w:p>
        </w:tc>
        <w:tc>
          <w:tcPr>
            <w:tcW w:w="2610" w:type="dxa"/>
          </w:tcPr>
          <w:p w:rsidR="007647AD" w:rsidRDefault="003B037C" w:rsidP="003B037C">
            <w:pPr>
              <w:pStyle w:val="Boxes11"/>
              <w:jc w:val="left"/>
              <w:rPr>
                <w:sz w:val="28"/>
                <w:szCs w:val="28"/>
              </w:rPr>
            </w:pPr>
            <w:r w:rsidRPr="003B037C">
              <w:rPr>
                <w:sz w:val="28"/>
                <w:szCs w:val="28"/>
              </w:rPr>
              <w:t>7</w:t>
            </w:r>
          </w:p>
          <w:p w:rsidR="003B037C" w:rsidRDefault="003B037C" w:rsidP="003B037C">
            <w:r>
              <w:t>Week 3 Vocab Quiz</w:t>
            </w:r>
          </w:p>
          <w:p w:rsidR="003B037C" w:rsidRPr="003B037C" w:rsidRDefault="00054A86" w:rsidP="003B037C">
            <w:r>
              <w:t>Delivery practice</w:t>
            </w:r>
          </w:p>
        </w:tc>
        <w:tc>
          <w:tcPr>
            <w:tcW w:w="1080" w:type="dxa"/>
          </w:tcPr>
          <w:p w:rsidR="007647AD" w:rsidRPr="003B037C" w:rsidRDefault="003B037C" w:rsidP="003B037C">
            <w:pPr>
              <w:pStyle w:val="Boxes11"/>
              <w:jc w:val="left"/>
              <w:rPr>
                <w:sz w:val="28"/>
                <w:szCs w:val="28"/>
              </w:rPr>
            </w:pPr>
            <w:r w:rsidRPr="003B037C">
              <w:rPr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101667B" wp14:editId="6DC55745">
                      <wp:simplePos x="0" y="0"/>
                      <wp:positionH relativeFrom="margin">
                        <wp:posOffset>-41910</wp:posOffset>
                      </wp:positionH>
                      <wp:positionV relativeFrom="margin">
                        <wp:posOffset>842010</wp:posOffset>
                      </wp:positionV>
                      <wp:extent cx="1280795" cy="640715"/>
                      <wp:effectExtent l="15240" t="17145" r="18415" b="18415"/>
                      <wp:wrapNone/>
                      <wp:docPr id="1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795" cy="640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B037C" w:rsidRDefault="003B037C" w:rsidP="003B037C">
                                  <w:pPr>
                                    <w:pStyle w:val="BoxesHeading1"/>
                                    <w:rPr>
                                      <w:b w:val="0"/>
                                    </w:rPr>
                                  </w:pPr>
                                  <w:r>
                                    <w:rPr>
                                      <w:b w:val="0"/>
                                    </w:rPr>
                                    <w:t>2013</w:t>
                                  </w:r>
                                </w:p>
                              </w:txbxContent>
                            </wps:txbx>
                            <wps:bodyPr rot="0" vert="horz" wrap="square" lIns="63500" tIns="63500" rIns="63500" bIns="635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2" style="position:absolute;margin-left:-3.3pt;margin-top:66.3pt;width:100.85pt;height:50.4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" strokeweight="2pt">
                      <v:textbox inset="5pt,5pt,5pt,5pt">
                        <w:txbxContent>
                          <w:p w:rsidR="003B037C" w:rsidRDefault="003B037C" w:rsidP="003B037C">
                            <w:pPr>
                              <w:pStyle w:val="BoxesHeading1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2013</w:t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  <w:r w:rsidRPr="003B037C">
              <w:rPr>
                <w:sz w:val="28"/>
                <w:szCs w:val="28"/>
              </w:rPr>
              <w:t>8</w:t>
            </w:r>
          </w:p>
        </w:tc>
        <w:tc>
          <w:tcPr>
            <w:tcW w:w="1078" w:type="dxa"/>
          </w:tcPr>
          <w:p w:rsidR="007647AD" w:rsidRPr="003B037C" w:rsidRDefault="007647AD" w:rsidP="003B037C">
            <w:pPr>
              <w:pStyle w:val="Boxes11"/>
              <w:jc w:val="left"/>
              <w:rPr>
                <w:sz w:val="28"/>
                <w:szCs w:val="28"/>
              </w:rPr>
            </w:pPr>
          </w:p>
        </w:tc>
      </w:tr>
    </w:tbl>
    <w:p w:rsidR="00AC55DC" w:rsidRDefault="00AC55DC">
      <w:pPr>
        <w:pStyle w:val="JazzyHeading10"/>
      </w:pPr>
    </w:p>
    <w:sectPr w:rsidR="00AC55DC">
      <w:pgSz w:w="15840" w:h="12240" w:orient="landscape" w:code="1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removePersonalInformation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C8"/>
    <w:rsid w:val="00037C3D"/>
    <w:rsid w:val="00054A86"/>
    <w:rsid w:val="000918C2"/>
    <w:rsid w:val="00114A7C"/>
    <w:rsid w:val="00131BD7"/>
    <w:rsid w:val="001B1573"/>
    <w:rsid w:val="001C54B6"/>
    <w:rsid w:val="00202138"/>
    <w:rsid w:val="00222B27"/>
    <w:rsid w:val="00227FC3"/>
    <w:rsid w:val="00292796"/>
    <w:rsid w:val="002F4B52"/>
    <w:rsid w:val="002F52F9"/>
    <w:rsid w:val="00345590"/>
    <w:rsid w:val="003652B2"/>
    <w:rsid w:val="00370677"/>
    <w:rsid w:val="003B037C"/>
    <w:rsid w:val="00424BF9"/>
    <w:rsid w:val="00434695"/>
    <w:rsid w:val="004530C8"/>
    <w:rsid w:val="004F4E3D"/>
    <w:rsid w:val="00554F97"/>
    <w:rsid w:val="00580FA8"/>
    <w:rsid w:val="005E78A2"/>
    <w:rsid w:val="006D25FD"/>
    <w:rsid w:val="006D5382"/>
    <w:rsid w:val="007647AD"/>
    <w:rsid w:val="007A35A2"/>
    <w:rsid w:val="007B2D94"/>
    <w:rsid w:val="007C5316"/>
    <w:rsid w:val="007C70B7"/>
    <w:rsid w:val="007D2316"/>
    <w:rsid w:val="0082624F"/>
    <w:rsid w:val="00962540"/>
    <w:rsid w:val="00A51FF8"/>
    <w:rsid w:val="00AC55DC"/>
    <w:rsid w:val="00C768DD"/>
    <w:rsid w:val="00D004CE"/>
    <w:rsid w:val="00E17D0D"/>
    <w:rsid w:val="00F31DC8"/>
    <w:rsid w:val="00FA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nerHeading1">
    <w:name w:val="Banner Heading1"/>
    <w:pPr>
      <w:shd w:val="clear" w:color="auto" w:fill="000000"/>
      <w:jc w:val="center"/>
    </w:pPr>
    <w:rPr>
      <w:b/>
      <w:noProof/>
      <w:color w:val="FFFFFF"/>
      <w:sz w:val="72"/>
    </w:rPr>
  </w:style>
  <w:style w:type="paragraph" w:customStyle="1" w:styleId="BannerHeading2">
    <w:name w:val="Banner Heading2"/>
    <w:pPr>
      <w:spacing w:before="480" w:after="120"/>
      <w:jc w:val="center"/>
    </w:pPr>
    <w:rPr>
      <w:b/>
      <w:i/>
      <w:noProof/>
      <w:sz w:val="40"/>
    </w:rPr>
  </w:style>
  <w:style w:type="paragraph" w:customStyle="1" w:styleId="BannerHeading3">
    <w:name w:val="Banner Heading3"/>
    <w:basedOn w:val="BannerHeading2"/>
    <w:rPr>
      <w:b w:val="0"/>
    </w:rPr>
  </w:style>
  <w:style w:type="paragraph" w:customStyle="1" w:styleId="Banner00">
    <w:name w:val="Banner00"/>
    <w:pPr>
      <w:spacing w:before="240" w:after="200"/>
      <w:jc w:val="center"/>
    </w:pPr>
    <w:rPr>
      <w:b/>
      <w:noProof/>
      <w:sz w:val="72"/>
    </w:rPr>
  </w:style>
  <w:style w:type="paragraph" w:customStyle="1" w:styleId="Banner01">
    <w:name w:val="Banner01"/>
    <w:basedOn w:val="Banner00"/>
    <w:next w:val="Normal"/>
    <w:pPr>
      <w:spacing w:after="240"/>
    </w:pPr>
  </w:style>
  <w:style w:type="paragraph" w:customStyle="1" w:styleId="Banner10">
    <w:name w:val="Banner10"/>
    <w:basedOn w:val="Normal"/>
    <w:pPr>
      <w:spacing w:before="720" w:after="120"/>
      <w:jc w:val="center"/>
    </w:pPr>
    <w:rPr>
      <w:b/>
      <w:noProof/>
      <w:sz w:val="56"/>
    </w:rPr>
  </w:style>
  <w:style w:type="paragraph" w:customStyle="1" w:styleId="Banner11">
    <w:name w:val="Banner11"/>
    <w:basedOn w:val="Normal"/>
    <w:next w:val="Normal"/>
    <w:pPr>
      <w:jc w:val="center"/>
    </w:pPr>
    <w:rPr>
      <w:b/>
      <w:noProof/>
      <w:sz w:val="84"/>
    </w:rPr>
  </w:style>
  <w:style w:type="paragraph" w:customStyle="1" w:styleId="BoxesHeading1">
    <w:name w:val="Boxes Heading1"/>
    <w:pPr>
      <w:shd w:val="clear" w:color="auto" w:fill="000000"/>
      <w:jc w:val="center"/>
    </w:pPr>
    <w:rPr>
      <w:rFonts w:ascii="Bookman Old Style" w:hAnsi="Bookman Old Style"/>
      <w:b/>
      <w:noProof/>
      <w:color w:val="FFFFFF"/>
      <w:sz w:val="56"/>
    </w:rPr>
  </w:style>
  <w:style w:type="paragraph" w:customStyle="1" w:styleId="BoxesHeading2">
    <w:name w:val="Boxes Heading2"/>
    <w:pPr>
      <w:spacing w:before="800"/>
      <w:jc w:val="center"/>
    </w:pPr>
    <w:rPr>
      <w:i/>
      <w:noProof/>
      <w:sz w:val="24"/>
    </w:rPr>
  </w:style>
  <w:style w:type="paragraph" w:customStyle="1" w:styleId="Boxes00">
    <w:name w:val="Boxes00"/>
    <w:basedOn w:val="Normal"/>
    <w:pPr>
      <w:spacing w:before="240" w:after="120"/>
      <w:jc w:val="center"/>
    </w:pPr>
    <w:rPr>
      <w:b/>
      <w:noProof/>
      <w:sz w:val="60"/>
    </w:rPr>
  </w:style>
  <w:style w:type="paragraph" w:customStyle="1" w:styleId="Boxes01">
    <w:name w:val="Boxes01"/>
    <w:next w:val="Normal"/>
    <w:pPr>
      <w:jc w:val="center"/>
    </w:pPr>
    <w:rPr>
      <w:b/>
      <w:noProof/>
      <w:sz w:val="96"/>
    </w:rPr>
  </w:style>
  <w:style w:type="paragraph" w:customStyle="1" w:styleId="Boxes10">
    <w:name w:val="Boxes10"/>
    <w:basedOn w:val="Normal"/>
    <w:pPr>
      <w:spacing w:before="360" w:after="120"/>
      <w:jc w:val="center"/>
    </w:pPr>
    <w:rPr>
      <w:b/>
      <w:noProof/>
      <w:sz w:val="72"/>
    </w:rPr>
  </w:style>
  <w:style w:type="paragraph" w:customStyle="1" w:styleId="Boxes11">
    <w:name w:val="Boxes11"/>
    <w:basedOn w:val="Boxes01"/>
    <w:next w:val="Normal"/>
    <w:rPr>
      <w:sz w:val="72"/>
    </w:rPr>
  </w:style>
  <w:style w:type="paragraph" w:customStyle="1" w:styleId="ExtraInfo">
    <w:name w:val="Extra Info"/>
    <w:basedOn w:val="Normal"/>
    <w:rPr>
      <w:sz w:val="18"/>
    </w:rPr>
  </w:style>
  <w:style w:type="paragraph" w:customStyle="1" w:styleId="JazzyHeading1">
    <w:name w:val="Jazzy Heading1"/>
    <w:pPr>
      <w:jc w:val="center"/>
    </w:pPr>
    <w:rPr>
      <w:rFonts w:ascii="Algerian" w:hAnsi="Algerian"/>
      <w:noProof/>
      <w:sz w:val="168"/>
    </w:rPr>
  </w:style>
  <w:style w:type="paragraph" w:customStyle="1" w:styleId="JazzyHeading10">
    <w:name w:val="Jazzy Heading10"/>
    <w:basedOn w:val="Normal"/>
    <w:pPr>
      <w:tabs>
        <w:tab w:val="center" w:pos="1260"/>
        <w:tab w:val="center" w:pos="3420"/>
        <w:tab w:val="center" w:pos="5580"/>
        <w:tab w:val="center" w:pos="7740"/>
        <w:tab w:val="center" w:pos="9900"/>
        <w:tab w:val="center" w:pos="12060"/>
        <w:tab w:val="center" w:pos="14220"/>
      </w:tabs>
      <w:spacing w:before="120"/>
    </w:pPr>
    <w:rPr>
      <w:b/>
      <w:noProof/>
      <w:sz w:val="40"/>
    </w:rPr>
  </w:style>
  <w:style w:type="paragraph" w:customStyle="1" w:styleId="JazzyHeading2">
    <w:name w:val="Jazzy Heading2"/>
    <w:pPr>
      <w:jc w:val="center"/>
    </w:pPr>
    <w:rPr>
      <w:b/>
      <w:noProof/>
      <w:sz w:val="60"/>
    </w:rPr>
  </w:style>
  <w:style w:type="paragraph" w:customStyle="1" w:styleId="JazzyHeading3">
    <w:name w:val="Jazzy Heading3"/>
    <w:pPr>
      <w:tabs>
        <w:tab w:val="center" w:pos="1080"/>
        <w:tab w:val="center" w:pos="2520"/>
        <w:tab w:val="center" w:pos="3960"/>
        <w:tab w:val="center" w:pos="5400"/>
        <w:tab w:val="center" w:pos="6840"/>
        <w:tab w:val="center" w:pos="8280"/>
        <w:tab w:val="center" w:pos="9720"/>
      </w:tabs>
      <w:spacing w:before="120"/>
    </w:pPr>
    <w:rPr>
      <w:b/>
      <w:noProof/>
      <w:sz w:val="40"/>
    </w:rPr>
  </w:style>
  <w:style w:type="paragraph" w:customStyle="1" w:styleId="JazzyHeading4">
    <w:name w:val="Jazzy Heading4"/>
    <w:basedOn w:val="Normal"/>
    <w:pPr>
      <w:spacing w:line="1440" w:lineRule="exact"/>
      <w:jc w:val="center"/>
    </w:pPr>
    <w:rPr>
      <w:rFonts w:ascii="Algerian" w:hAnsi="Algerian"/>
      <w:noProof/>
      <w:sz w:val="144"/>
    </w:rPr>
  </w:style>
  <w:style w:type="paragraph" w:customStyle="1" w:styleId="JazzyHeading5">
    <w:name w:val="Jazzy Heading5"/>
    <w:basedOn w:val="JazzyHeadi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enter" w:pos="1260"/>
        <w:tab w:val="center" w:pos="3240"/>
        <w:tab w:val="center" w:pos="5220"/>
        <w:tab w:val="center" w:pos="7200"/>
        <w:tab w:val="center" w:pos="9180"/>
        <w:tab w:val="center" w:pos="11160"/>
        <w:tab w:val="center" w:pos="13140"/>
      </w:tabs>
    </w:pPr>
  </w:style>
  <w:style w:type="paragraph" w:customStyle="1" w:styleId="JazzyHeading6">
    <w:name w:val="Jazzy Heading6"/>
    <w:basedOn w:val="Normal"/>
    <w:pPr>
      <w:tabs>
        <w:tab w:val="center" w:pos="720"/>
        <w:tab w:val="center" w:pos="1980"/>
        <w:tab w:val="center" w:pos="3240"/>
        <w:tab w:val="center" w:pos="4500"/>
        <w:tab w:val="center" w:pos="5760"/>
        <w:tab w:val="center" w:pos="7020"/>
        <w:tab w:val="center" w:pos="8280"/>
      </w:tabs>
      <w:spacing w:before="120"/>
    </w:pPr>
    <w:rPr>
      <w:b/>
      <w:noProof/>
      <w:sz w:val="40"/>
    </w:rPr>
  </w:style>
  <w:style w:type="paragraph" w:customStyle="1" w:styleId="JazzyHeading7">
    <w:name w:val="Jazzy Heading7"/>
    <w:basedOn w:val="JazzyHeadi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enter" w:pos="900"/>
        <w:tab w:val="center" w:pos="2340"/>
        <w:tab w:val="center" w:pos="3780"/>
        <w:tab w:val="center" w:pos="5220"/>
        <w:tab w:val="center" w:pos="6660"/>
        <w:tab w:val="center" w:pos="8100"/>
        <w:tab w:val="center" w:pos="9540"/>
      </w:tabs>
    </w:pPr>
  </w:style>
  <w:style w:type="paragraph" w:customStyle="1" w:styleId="JazzyHeading8">
    <w:name w:val="Jazzy Heading8"/>
    <w:basedOn w:val="JazzyHeadi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enter" w:pos="900"/>
        <w:tab w:val="center" w:pos="2340"/>
        <w:tab w:val="center" w:pos="3780"/>
        <w:tab w:val="center" w:pos="5220"/>
        <w:tab w:val="center" w:pos="6660"/>
        <w:tab w:val="center" w:pos="8100"/>
        <w:tab w:val="center" w:pos="9540"/>
      </w:tabs>
    </w:pPr>
    <w:rPr>
      <w:b w:val="0"/>
    </w:rPr>
  </w:style>
  <w:style w:type="paragraph" w:customStyle="1" w:styleId="JazzyHeading9">
    <w:name w:val="Jazzy Heading9"/>
    <w:basedOn w:val="JazzyHeading6"/>
    <w:pPr>
      <w:tabs>
        <w:tab w:val="clear" w:pos="720"/>
        <w:tab w:val="clear" w:pos="1980"/>
        <w:tab w:val="clear" w:pos="3240"/>
        <w:tab w:val="clear" w:pos="4500"/>
        <w:tab w:val="clear" w:pos="5760"/>
        <w:tab w:val="clear" w:pos="7020"/>
        <w:tab w:val="clear" w:pos="8280"/>
        <w:tab w:val="center" w:pos="900"/>
        <w:tab w:val="center" w:pos="2250"/>
        <w:tab w:val="center" w:pos="3600"/>
        <w:tab w:val="center" w:pos="4950"/>
        <w:tab w:val="center" w:pos="6300"/>
        <w:tab w:val="center" w:pos="7650"/>
        <w:tab w:val="center" w:pos="9000"/>
      </w:tabs>
    </w:pPr>
  </w:style>
  <w:style w:type="paragraph" w:customStyle="1" w:styleId="Jazzy00">
    <w:name w:val="Jazzy00"/>
    <w:basedOn w:val="Normal"/>
    <w:pPr>
      <w:spacing w:before="160"/>
      <w:jc w:val="center"/>
    </w:pPr>
    <w:rPr>
      <w:b/>
      <w:noProof/>
      <w:sz w:val="52"/>
    </w:rPr>
  </w:style>
  <w:style w:type="paragraph" w:customStyle="1" w:styleId="Jazzy01">
    <w:name w:val="Jazzy01"/>
    <w:next w:val="ExtraInfo"/>
    <w:pPr>
      <w:jc w:val="center"/>
    </w:pPr>
    <w:rPr>
      <w:b/>
      <w:noProof/>
      <w:sz w:val="72"/>
    </w:rPr>
  </w:style>
  <w:style w:type="paragraph" w:customStyle="1" w:styleId="Jazzy10">
    <w:name w:val="Jazzy10"/>
    <w:basedOn w:val="Normal"/>
    <w:pPr>
      <w:spacing w:before="240" w:after="120"/>
      <w:jc w:val="center"/>
    </w:pPr>
    <w:rPr>
      <w:b/>
      <w:noProof/>
      <w:sz w:val="64"/>
    </w:rPr>
  </w:style>
  <w:style w:type="paragraph" w:customStyle="1" w:styleId="Jazzy11">
    <w:name w:val="Jazzy11"/>
    <w:basedOn w:val="Jazzy00"/>
    <w:next w:val="ExtraInfo"/>
    <w:pPr>
      <w:spacing w:before="0"/>
    </w:pPr>
    <w:rPr>
      <w:sz w:val="64"/>
    </w:rPr>
  </w:style>
  <w:style w:type="paragraph" w:styleId="BalloonText">
    <w:name w:val="Balloon Text"/>
    <w:basedOn w:val="Normal"/>
    <w:semiHidden/>
    <w:rsid w:val="004F4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nerHeading1">
    <w:name w:val="Banner Heading1"/>
    <w:pPr>
      <w:shd w:val="clear" w:color="auto" w:fill="000000"/>
      <w:jc w:val="center"/>
    </w:pPr>
    <w:rPr>
      <w:b/>
      <w:noProof/>
      <w:color w:val="FFFFFF"/>
      <w:sz w:val="72"/>
    </w:rPr>
  </w:style>
  <w:style w:type="paragraph" w:customStyle="1" w:styleId="BannerHeading2">
    <w:name w:val="Banner Heading2"/>
    <w:pPr>
      <w:spacing w:before="480" w:after="120"/>
      <w:jc w:val="center"/>
    </w:pPr>
    <w:rPr>
      <w:b/>
      <w:i/>
      <w:noProof/>
      <w:sz w:val="40"/>
    </w:rPr>
  </w:style>
  <w:style w:type="paragraph" w:customStyle="1" w:styleId="BannerHeading3">
    <w:name w:val="Banner Heading3"/>
    <w:basedOn w:val="BannerHeading2"/>
    <w:rPr>
      <w:b w:val="0"/>
    </w:rPr>
  </w:style>
  <w:style w:type="paragraph" w:customStyle="1" w:styleId="Banner00">
    <w:name w:val="Banner00"/>
    <w:pPr>
      <w:spacing w:before="240" w:after="200"/>
      <w:jc w:val="center"/>
    </w:pPr>
    <w:rPr>
      <w:b/>
      <w:noProof/>
      <w:sz w:val="72"/>
    </w:rPr>
  </w:style>
  <w:style w:type="paragraph" w:customStyle="1" w:styleId="Banner01">
    <w:name w:val="Banner01"/>
    <w:basedOn w:val="Banner00"/>
    <w:next w:val="Normal"/>
    <w:pPr>
      <w:spacing w:after="240"/>
    </w:pPr>
  </w:style>
  <w:style w:type="paragraph" w:customStyle="1" w:styleId="Banner10">
    <w:name w:val="Banner10"/>
    <w:basedOn w:val="Normal"/>
    <w:pPr>
      <w:spacing w:before="720" w:after="120"/>
      <w:jc w:val="center"/>
    </w:pPr>
    <w:rPr>
      <w:b/>
      <w:noProof/>
      <w:sz w:val="56"/>
    </w:rPr>
  </w:style>
  <w:style w:type="paragraph" w:customStyle="1" w:styleId="Banner11">
    <w:name w:val="Banner11"/>
    <w:basedOn w:val="Normal"/>
    <w:next w:val="Normal"/>
    <w:pPr>
      <w:jc w:val="center"/>
    </w:pPr>
    <w:rPr>
      <w:b/>
      <w:noProof/>
      <w:sz w:val="84"/>
    </w:rPr>
  </w:style>
  <w:style w:type="paragraph" w:customStyle="1" w:styleId="BoxesHeading1">
    <w:name w:val="Boxes Heading1"/>
    <w:pPr>
      <w:shd w:val="clear" w:color="auto" w:fill="000000"/>
      <w:jc w:val="center"/>
    </w:pPr>
    <w:rPr>
      <w:rFonts w:ascii="Bookman Old Style" w:hAnsi="Bookman Old Style"/>
      <w:b/>
      <w:noProof/>
      <w:color w:val="FFFFFF"/>
      <w:sz w:val="56"/>
    </w:rPr>
  </w:style>
  <w:style w:type="paragraph" w:customStyle="1" w:styleId="BoxesHeading2">
    <w:name w:val="Boxes Heading2"/>
    <w:pPr>
      <w:spacing w:before="800"/>
      <w:jc w:val="center"/>
    </w:pPr>
    <w:rPr>
      <w:i/>
      <w:noProof/>
      <w:sz w:val="24"/>
    </w:rPr>
  </w:style>
  <w:style w:type="paragraph" w:customStyle="1" w:styleId="Boxes00">
    <w:name w:val="Boxes00"/>
    <w:basedOn w:val="Normal"/>
    <w:pPr>
      <w:spacing w:before="240" w:after="120"/>
      <w:jc w:val="center"/>
    </w:pPr>
    <w:rPr>
      <w:b/>
      <w:noProof/>
      <w:sz w:val="60"/>
    </w:rPr>
  </w:style>
  <w:style w:type="paragraph" w:customStyle="1" w:styleId="Boxes01">
    <w:name w:val="Boxes01"/>
    <w:next w:val="Normal"/>
    <w:pPr>
      <w:jc w:val="center"/>
    </w:pPr>
    <w:rPr>
      <w:b/>
      <w:noProof/>
      <w:sz w:val="96"/>
    </w:rPr>
  </w:style>
  <w:style w:type="paragraph" w:customStyle="1" w:styleId="Boxes10">
    <w:name w:val="Boxes10"/>
    <w:basedOn w:val="Normal"/>
    <w:pPr>
      <w:spacing w:before="360" w:after="120"/>
      <w:jc w:val="center"/>
    </w:pPr>
    <w:rPr>
      <w:b/>
      <w:noProof/>
      <w:sz w:val="72"/>
    </w:rPr>
  </w:style>
  <w:style w:type="paragraph" w:customStyle="1" w:styleId="Boxes11">
    <w:name w:val="Boxes11"/>
    <w:basedOn w:val="Boxes01"/>
    <w:next w:val="Normal"/>
    <w:rPr>
      <w:sz w:val="72"/>
    </w:rPr>
  </w:style>
  <w:style w:type="paragraph" w:customStyle="1" w:styleId="ExtraInfo">
    <w:name w:val="Extra Info"/>
    <w:basedOn w:val="Normal"/>
    <w:rPr>
      <w:sz w:val="18"/>
    </w:rPr>
  </w:style>
  <w:style w:type="paragraph" w:customStyle="1" w:styleId="JazzyHeading1">
    <w:name w:val="Jazzy Heading1"/>
    <w:pPr>
      <w:jc w:val="center"/>
    </w:pPr>
    <w:rPr>
      <w:rFonts w:ascii="Algerian" w:hAnsi="Algerian"/>
      <w:noProof/>
      <w:sz w:val="168"/>
    </w:rPr>
  </w:style>
  <w:style w:type="paragraph" w:customStyle="1" w:styleId="JazzyHeading10">
    <w:name w:val="Jazzy Heading10"/>
    <w:basedOn w:val="Normal"/>
    <w:pPr>
      <w:tabs>
        <w:tab w:val="center" w:pos="1260"/>
        <w:tab w:val="center" w:pos="3420"/>
        <w:tab w:val="center" w:pos="5580"/>
        <w:tab w:val="center" w:pos="7740"/>
        <w:tab w:val="center" w:pos="9900"/>
        <w:tab w:val="center" w:pos="12060"/>
        <w:tab w:val="center" w:pos="14220"/>
      </w:tabs>
      <w:spacing w:before="120"/>
    </w:pPr>
    <w:rPr>
      <w:b/>
      <w:noProof/>
      <w:sz w:val="40"/>
    </w:rPr>
  </w:style>
  <w:style w:type="paragraph" w:customStyle="1" w:styleId="JazzyHeading2">
    <w:name w:val="Jazzy Heading2"/>
    <w:pPr>
      <w:jc w:val="center"/>
    </w:pPr>
    <w:rPr>
      <w:b/>
      <w:noProof/>
      <w:sz w:val="60"/>
    </w:rPr>
  </w:style>
  <w:style w:type="paragraph" w:customStyle="1" w:styleId="JazzyHeading3">
    <w:name w:val="Jazzy Heading3"/>
    <w:pPr>
      <w:tabs>
        <w:tab w:val="center" w:pos="1080"/>
        <w:tab w:val="center" w:pos="2520"/>
        <w:tab w:val="center" w:pos="3960"/>
        <w:tab w:val="center" w:pos="5400"/>
        <w:tab w:val="center" w:pos="6840"/>
        <w:tab w:val="center" w:pos="8280"/>
        <w:tab w:val="center" w:pos="9720"/>
      </w:tabs>
      <w:spacing w:before="120"/>
    </w:pPr>
    <w:rPr>
      <w:b/>
      <w:noProof/>
      <w:sz w:val="40"/>
    </w:rPr>
  </w:style>
  <w:style w:type="paragraph" w:customStyle="1" w:styleId="JazzyHeading4">
    <w:name w:val="Jazzy Heading4"/>
    <w:basedOn w:val="Normal"/>
    <w:pPr>
      <w:spacing w:line="1440" w:lineRule="exact"/>
      <w:jc w:val="center"/>
    </w:pPr>
    <w:rPr>
      <w:rFonts w:ascii="Algerian" w:hAnsi="Algerian"/>
      <w:noProof/>
      <w:sz w:val="144"/>
    </w:rPr>
  </w:style>
  <w:style w:type="paragraph" w:customStyle="1" w:styleId="JazzyHeading5">
    <w:name w:val="Jazzy Heading5"/>
    <w:basedOn w:val="JazzyHeadi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enter" w:pos="1260"/>
        <w:tab w:val="center" w:pos="3240"/>
        <w:tab w:val="center" w:pos="5220"/>
        <w:tab w:val="center" w:pos="7200"/>
        <w:tab w:val="center" w:pos="9180"/>
        <w:tab w:val="center" w:pos="11160"/>
        <w:tab w:val="center" w:pos="13140"/>
      </w:tabs>
    </w:pPr>
  </w:style>
  <w:style w:type="paragraph" w:customStyle="1" w:styleId="JazzyHeading6">
    <w:name w:val="Jazzy Heading6"/>
    <w:basedOn w:val="Normal"/>
    <w:pPr>
      <w:tabs>
        <w:tab w:val="center" w:pos="720"/>
        <w:tab w:val="center" w:pos="1980"/>
        <w:tab w:val="center" w:pos="3240"/>
        <w:tab w:val="center" w:pos="4500"/>
        <w:tab w:val="center" w:pos="5760"/>
        <w:tab w:val="center" w:pos="7020"/>
        <w:tab w:val="center" w:pos="8280"/>
      </w:tabs>
      <w:spacing w:before="120"/>
    </w:pPr>
    <w:rPr>
      <w:b/>
      <w:noProof/>
      <w:sz w:val="40"/>
    </w:rPr>
  </w:style>
  <w:style w:type="paragraph" w:customStyle="1" w:styleId="JazzyHeading7">
    <w:name w:val="Jazzy Heading7"/>
    <w:basedOn w:val="JazzyHeadi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enter" w:pos="900"/>
        <w:tab w:val="center" w:pos="2340"/>
        <w:tab w:val="center" w:pos="3780"/>
        <w:tab w:val="center" w:pos="5220"/>
        <w:tab w:val="center" w:pos="6660"/>
        <w:tab w:val="center" w:pos="8100"/>
        <w:tab w:val="center" w:pos="9540"/>
      </w:tabs>
    </w:pPr>
  </w:style>
  <w:style w:type="paragraph" w:customStyle="1" w:styleId="JazzyHeading8">
    <w:name w:val="Jazzy Heading8"/>
    <w:basedOn w:val="JazzyHeadi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enter" w:pos="900"/>
        <w:tab w:val="center" w:pos="2340"/>
        <w:tab w:val="center" w:pos="3780"/>
        <w:tab w:val="center" w:pos="5220"/>
        <w:tab w:val="center" w:pos="6660"/>
        <w:tab w:val="center" w:pos="8100"/>
        <w:tab w:val="center" w:pos="9540"/>
      </w:tabs>
    </w:pPr>
    <w:rPr>
      <w:b w:val="0"/>
    </w:rPr>
  </w:style>
  <w:style w:type="paragraph" w:customStyle="1" w:styleId="JazzyHeading9">
    <w:name w:val="Jazzy Heading9"/>
    <w:basedOn w:val="JazzyHeading6"/>
    <w:pPr>
      <w:tabs>
        <w:tab w:val="clear" w:pos="720"/>
        <w:tab w:val="clear" w:pos="1980"/>
        <w:tab w:val="clear" w:pos="3240"/>
        <w:tab w:val="clear" w:pos="4500"/>
        <w:tab w:val="clear" w:pos="5760"/>
        <w:tab w:val="clear" w:pos="7020"/>
        <w:tab w:val="clear" w:pos="8280"/>
        <w:tab w:val="center" w:pos="900"/>
        <w:tab w:val="center" w:pos="2250"/>
        <w:tab w:val="center" w:pos="3600"/>
        <w:tab w:val="center" w:pos="4950"/>
        <w:tab w:val="center" w:pos="6300"/>
        <w:tab w:val="center" w:pos="7650"/>
        <w:tab w:val="center" w:pos="9000"/>
      </w:tabs>
    </w:pPr>
  </w:style>
  <w:style w:type="paragraph" w:customStyle="1" w:styleId="Jazzy00">
    <w:name w:val="Jazzy00"/>
    <w:basedOn w:val="Normal"/>
    <w:pPr>
      <w:spacing w:before="160"/>
      <w:jc w:val="center"/>
    </w:pPr>
    <w:rPr>
      <w:b/>
      <w:noProof/>
      <w:sz w:val="52"/>
    </w:rPr>
  </w:style>
  <w:style w:type="paragraph" w:customStyle="1" w:styleId="Jazzy01">
    <w:name w:val="Jazzy01"/>
    <w:next w:val="ExtraInfo"/>
    <w:pPr>
      <w:jc w:val="center"/>
    </w:pPr>
    <w:rPr>
      <w:b/>
      <w:noProof/>
      <w:sz w:val="72"/>
    </w:rPr>
  </w:style>
  <w:style w:type="paragraph" w:customStyle="1" w:styleId="Jazzy10">
    <w:name w:val="Jazzy10"/>
    <w:basedOn w:val="Normal"/>
    <w:pPr>
      <w:spacing w:before="240" w:after="120"/>
      <w:jc w:val="center"/>
    </w:pPr>
    <w:rPr>
      <w:b/>
      <w:noProof/>
      <w:sz w:val="64"/>
    </w:rPr>
  </w:style>
  <w:style w:type="paragraph" w:customStyle="1" w:styleId="Jazzy11">
    <w:name w:val="Jazzy11"/>
    <w:basedOn w:val="Jazzy00"/>
    <w:next w:val="ExtraInfo"/>
    <w:pPr>
      <w:spacing w:before="0"/>
    </w:pPr>
    <w:rPr>
      <w:sz w:val="64"/>
    </w:rPr>
  </w:style>
  <w:style w:type="paragraph" w:styleId="BalloonText">
    <w:name w:val="Balloon Text"/>
    <w:basedOn w:val="Normal"/>
    <w:semiHidden/>
    <w:rsid w:val="004F4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RREIAA\Application%20Data\Microsoft\Templates\Calendar%20wizard(3)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Calendar wizard(3)</Template>
  <TotalTime>0</TotalTime>
  <Pages>2</Pages>
  <Words>210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2013-09-16T16:32:00Z</dcterms:created>
  <dcterms:modified xsi:type="dcterms:W3CDTF">2013-09-20T14:18:00Z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TC062062631033</vt:lpwstr>
  </property>
</Properties>
</file>